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72F" w:rsidRPr="00CC5333" w:rsidRDefault="0031372F" w:rsidP="0088579E">
      <w:pPr>
        <w:spacing w:after="0"/>
        <w:jc w:val="center"/>
        <w:rPr>
          <w:rFonts w:ascii="Century Gothic" w:hAnsi="Century Gothic"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s1026" type="#_x0000_t75" style="position:absolute;left:0;text-align:left;margin-left:-23.35pt;margin-top:-25.5pt;width:85.35pt;height:84pt;z-index:-251658240;visibility:visible;mso-position-horizontal-relative:margin;mso-position-vertical-relative:margin">
            <v:imagedata r:id="rId7" o:title=""/>
            <w10:wrap anchorx="margin" anchory="margin"/>
          </v:shape>
        </w:pict>
      </w:r>
      <w:r>
        <w:rPr>
          <w:noProof/>
        </w:rPr>
        <w:pict>
          <v:shape id="il_fi" o:spid="_x0000_s1027" type="#_x0000_t75" alt="http://www.tucsonchamber.org/typo3temp/pics/6b27688e8b.jpg" style="position:absolute;left:0;text-align:left;margin-left:429.75pt;margin-top:-20.25pt;width:111.75pt;height:67.55pt;z-index:-251659264;visibility:visible;mso-position-horizontal-relative:margin;mso-position-vertical-relative:margin">
            <v:imagedata r:id="rId8" o:title=""/>
            <w10:wrap anchorx="margin" anchory="margin"/>
          </v:shape>
        </w:pict>
      </w:r>
      <w:r w:rsidRPr="00CC5333">
        <w:rPr>
          <w:rFonts w:ascii="Century Gothic" w:hAnsi="Century Gothic"/>
          <w:sz w:val="28"/>
        </w:rPr>
        <w:t xml:space="preserve">Early Childhood Education </w:t>
      </w:r>
    </w:p>
    <w:p w:rsidR="0031372F" w:rsidRPr="00CC5333" w:rsidRDefault="0031372F" w:rsidP="0088579E">
      <w:pPr>
        <w:pBdr>
          <w:bottom w:val="single" w:sz="12" w:space="1" w:color="auto"/>
        </w:pBdr>
        <w:spacing w:after="0"/>
        <w:jc w:val="center"/>
        <w:rPr>
          <w:rFonts w:ascii="Century Gothic" w:hAnsi="Century Gothic"/>
          <w:sz w:val="52"/>
        </w:rPr>
      </w:pPr>
      <w:r>
        <w:rPr>
          <w:rFonts w:ascii="Century Gothic" w:hAnsi="Century Gothic"/>
          <w:b/>
          <w:sz w:val="56"/>
        </w:rPr>
        <w:t>Sensory Activity</w:t>
      </w:r>
      <w:r w:rsidRPr="00CC5333">
        <w:rPr>
          <w:rFonts w:ascii="Century Gothic" w:hAnsi="Century Gothic"/>
          <w:b/>
          <w:sz w:val="56"/>
        </w:rPr>
        <w:t xml:space="preserve"> Plan Template</w:t>
      </w:r>
    </w:p>
    <w:p w:rsidR="0031372F" w:rsidRPr="00CC5333" w:rsidRDefault="0031372F" w:rsidP="00D22011">
      <w:pPr>
        <w:spacing w:after="0"/>
        <w:rPr>
          <w:rFonts w:ascii="Century Gothic" w:hAnsi="Century Gothic"/>
          <w:b/>
          <w:sz w:val="16"/>
        </w:rPr>
      </w:pPr>
    </w:p>
    <w:p w:rsidR="0031372F" w:rsidRDefault="0031372F" w:rsidP="00F05064">
      <w:pPr>
        <w:spacing w:after="0"/>
        <w:rPr>
          <w:rFonts w:ascii="Century Gothic" w:hAnsi="Century Gothic"/>
          <w:b/>
          <w:sz w:val="16"/>
        </w:rPr>
      </w:pPr>
      <w:r>
        <w:rPr>
          <w:rFonts w:ascii="Century Gothic" w:hAnsi="Century Gothic"/>
          <w:b/>
          <w:sz w:val="16"/>
        </w:rPr>
        <w:t>Teacher(s) Responsible: ________________________________________ Date of Setup: ___________________ Date of Clean Up: ______________</w:t>
      </w:r>
    </w:p>
    <w:p w:rsidR="0031372F" w:rsidRDefault="0031372F" w:rsidP="00F05064">
      <w:pPr>
        <w:spacing w:after="0"/>
        <w:rPr>
          <w:rFonts w:ascii="Century Gothic" w:hAnsi="Century Gothic"/>
          <w:b/>
          <w:sz w:val="16"/>
        </w:rPr>
      </w:pPr>
    </w:p>
    <w:p w:rsidR="0031372F" w:rsidRPr="00793BFE" w:rsidRDefault="0031372F" w:rsidP="00F05064">
      <w:pPr>
        <w:spacing w:after="0"/>
        <w:rPr>
          <w:rFonts w:ascii="Century Gothic" w:hAnsi="Century Gothic"/>
          <w:b/>
          <w:sz w:val="16"/>
        </w:rPr>
      </w:pPr>
      <w:r>
        <w:rPr>
          <w:rFonts w:ascii="Century Gothic" w:hAnsi="Century Gothic"/>
          <w:b/>
          <w:sz w:val="16"/>
        </w:rPr>
        <w:t>Title of Sensory Activity: __________________________________________________ Age Group: _____________________________________________</w:t>
      </w:r>
    </w:p>
    <w:tbl>
      <w:tblPr>
        <w:tblW w:w="10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27"/>
        <w:gridCol w:w="2730"/>
        <w:gridCol w:w="4690"/>
      </w:tblGrid>
      <w:tr w:rsidR="0031372F" w:rsidRPr="00CC5333" w:rsidTr="0039443E">
        <w:tc>
          <w:tcPr>
            <w:tcW w:w="10747" w:type="dxa"/>
            <w:gridSpan w:val="3"/>
            <w:tcBorders>
              <w:bottom w:val="nil"/>
            </w:tcBorders>
            <w:shd w:val="clear" w:color="auto" w:fill="CC0099"/>
          </w:tcPr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  <w:r w:rsidRPr="002B7393">
              <w:rPr>
                <w:rFonts w:ascii="Century Gothic" w:hAnsi="Century Gothic"/>
                <w:b/>
                <w:noProof/>
                <w:sz w:val="18"/>
              </w:rPr>
              <w:pict>
                <v:shape id="Picture 4" o:spid="_x0000_i1025" type="#_x0000_t75" style="width:27pt;height:27pt;visibility:visible">
                  <v:imagedata r:id="rId9" o:title=""/>
                </v:shape>
              </w:pict>
            </w:r>
            <w:r w:rsidRPr="00CC5333">
              <w:rPr>
                <w:rFonts w:ascii="Century Gothic" w:hAnsi="Century Gothic"/>
                <w:b/>
                <w:color w:val="FFFFFF"/>
                <w:sz w:val="28"/>
              </w:rPr>
              <w:t xml:space="preserve"> </w:t>
            </w:r>
            <w:r>
              <w:rPr>
                <w:rFonts w:ascii="Century Gothic" w:hAnsi="Century Gothic"/>
                <w:b/>
                <w:color w:val="FFFFFF"/>
                <w:sz w:val="28"/>
              </w:rPr>
              <w:t>Objective(s)</w:t>
            </w:r>
          </w:p>
        </w:tc>
      </w:tr>
      <w:tr w:rsidR="0031372F" w:rsidRPr="00CC5333" w:rsidTr="0039443E">
        <w:tc>
          <w:tcPr>
            <w:tcW w:w="10747" w:type="dxa"/>
            <w:gridSpan w:val="3"/>
            <w:tcBorders>
              <w:bottom w:val="nil"/>
            </w:tcBorders>
            <w:shd w:val="clear" w:color="auto" w:fill="FFFFFF"/>
          </w:tcPr>
          <w:p w:rsidR="0031372F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31372F" w:rsidRDefault="0031372F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31372F" w:rsidRDefault="0031372F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31372F" w:rsidRDefault="0031372F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31372F" w:rsidRDefault="0031372F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31372F" w:rsidRDefault="0031372F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31372F" w:rsidRDefault="0031372F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31372F" w:rsidRDefault="0031372F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31372F" w:rsidRDefault="0031372F" w:rsidP="00793BFE">
            <w:pPr>
              <w:shd w:val="clear" w:color="auto" w:fill="FFFFFF"/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noProof/>
                <w:sz w:val="18"/>
              </w:rPr>
            </w:pPr>
          </w:p>
        </w:tc>
      </w:tr>
      <w:tr w:rsidR="0031372F" w:rsidRPr="00CC5333" w:rsidTr="0039443E">
        <w:tc>
          <w:tcPr>
            <w:tcW w:w="10747" w:type="dxa"/>
            <w:gridSpan w:val="3"/>
            <w:tcBorders>
              <w:bottom w:val="nil"/>
            </w:tcBorders>
            <w:shd w:val="clear" w:color="auto" w:fill="CC0099"/>
          </w:tcPr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 w:rsidRPr="002B7393">
              <w:rPr>
                <w:rFonts w:ascii="Century Gothic" w:hAnsi="Century Gothic"/>
                <w:b/>
                <w:noProof/>
                <w:sz w:val="18"/>
              </w:rPr>
              <w:pict>
                <v:shape id="Picture 2" o:spid="_x0000_i1026" type="#_x0000_t75" style="width:26.25pt;height:26.25pt;visibility:visible">
                  <v:imagedata r:id="rId10" o:title=""/>
                </v:shape>
              </w:pict>
            </w:r>
            <w:r w:rsidRPr="00CC5333">
              <w:rPr>
                <w:rFonts w:ascii="Century Gothic" w:hAnsi="Century Gothic"/>
                <w:b/>
                <w:sz w:val="18"/>
              </w:rPr>
              <w:tab/>
            </w:r>
            <w:r>
              <w:rPr>
                <w:rFonts w:ascii="Century Gothic" w:hAnsi="Century Gothic"/>
                <w:b/>
                <w:color w:val="FFFFFF"/>
                <w:sz w:val="28"/>
                <w:szCs w:val="28"/>
              </w:rPr>
              <w:t>Early Learning Standards</w:t>
            </w:r>
            <w:r w:rsidRPr="00CC5333">
              <w:rPr>
                <w:rFonts w:ascii="Century Gothic" w:hAnsi="Century Gothic"/>
                <w:b/>
                <w:color w:val="FFFFFF"/>
                <w:sz w:val="28"/>
              </w:rPr>
              <w:t xml:space="preserve"> </w:t>
            </w:r>
          </w:p>
        </w:tc>
      </w:tr>
      <w:tr w:rsidR="0031372F" w:rsidRPr="00CC5333" w:rsidTr="0039443E">
        <w:tc>
          <w:tcPr>
            <w:tcW w:w="10747" w:type="dxa"/>
            <w:gridSpan w:val="3"/>
            <w:tcBorders>
              <w:top w:val="nil"/>
            </w:tcBorders>
          </w:tcPr>
          <w:p w:rsidR="0031372F" w:rsidRPr="00CC5333" w:rsidRDefault="0031372F" w:rsidP="009F12FB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This lesson covers these subject areas: (circle or highlight your areas)</w:t>
            </w:r>
          </w:p>
          <w:p w:rsidR="0031372F" w:rsidRPr="00CC5333" w:rsidRDefault="0031372F" w:rsidP="009F12FB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  <w:p w:rsidR="0031372F" w:rsidRPr="00CC5333" w:rsidRDefault="0031372F" w:rsidP="009F12FB">
            <w:pPr>
              <w:spacing w:after="0" w:line="48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CC5333">
              <w:rPr>
                <w:rFonts w:ascii="Century Gothic" w:hAnsi="Century Gothic"/>
                <w:sz w:val="18"/>
                <w:szCs w:val="18"/>
              </w:rPr>
              <w:t>Social Emotional     Language &amp; Literacy   Math    Science     Social Studies     Physical Development, Health, &amp; Safety     Fine Arts</w:t>
            </w:r>
          </w:p>
          <w:p w:rsidR="0031372F" w:rsidRPr="00CC5333" w:rsidRDefault="0031372F" w:rsidP="009F12FB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Please fill in the appropriate strand and concept for each area.</w:t>
            </w:r>
          </w:p>
          <w:p w:rsidR="0031372F" w:rsidRPr="00CC5333" w:rsidRDefault="0031372F" w:rsidP="009F12FB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smartTag w:uri="urn:schemas-microsoft-com:office:smarttags" w:element="place">
              <w:r w:rsidRPr="00CC5333">
                <w:rPr>
                  <w:rFonts w:ascii="Century Gothic" w:hAnsi="Century Gothic"/>
                  <w:b/>
                  <w:sz w:val="18"/>
                </w:rPr>
                <w:t>Strand</w:t>
              </w:r>
            </w:smartTag>
            <w:r w:rsidRPr="00CC5333">
              <w:rPr>
                <w:rFonts w:ascii="Century Gothic" w:hAnsi="Century Gothic"/>
                <w:b/>
                <w:sz w:val="18"/>
              </w:rPr>
              <w:t>: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Concept: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Justification: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smartTag w:uri="urn:schemas-microsoft-com:office:smarttags" w:element="place">
              <w:r w:rsidRPr="00CC5333">
                <w:rPr>
                  <w:rFonts w:ascii="Century Gothic" w:hAnsi="Century Gothic"/>
                  <w:b/>
                  <w:sz w:val="18"/>
                </w:rPr>
                <w:t>Strand</w:t>
              </w:r>
            </w:smartTag>
            <w:r w:rsidRPr="00CC5333">
              <w:rPr>
                <w:rFonts w:ascii="Century Gothic" w:hAnsi="Century Gothic"/>
                <w:b/>
                <w:sz w:val="18"/>
              </w:rPr>
              <w:t>: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 xml:space="preserve">Concept: 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 xml:space="preserve">Justification: 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  <w:tr w:rsidR="0031372F" w:rsidRPr="00CC5333" w:rsidTr="0039443E">
        <w:tc>
          <w:tcPr>
            <w:tcW w:w="6057" w:type="dxa"/>
            <w:gridSpan w:val="2"/>
            <w:shd w:val="clear" w:color="auto" w:fill="CC0099"/>
          </w:tcPr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color w:val="FFFFFF"/>
                <w:sz w:val="18"/>
              </w:rPr>
            </w:pPr>
            <w:r w:rsidRPr="002B7393">
              <w:rPr>
                <w:rFonts w:ascii="Century Gothic" w:hAnsi="Century Gothic"/>
                <w:b/>
                <w:noProof/>
                <w:sz w:val="28"/>
              </w:rPr>
              <w:pict>
                <v:shape id="_x0000_i1027" type="#_x0000_t75" style="width:37.5pt;height:32.25pt;visibility:visible">
                  <v:imagedata r:id="rId11" o:title=""/>
                </v:shape>
              </w:pict>
            </w:r>
            <w:r w:rsidRPr="00CC5333">
              <w:rPr>
                <w:rFonts w:ascii="Century Gothic" w:hAnsi="Century Gothic"/>
                <w:b/>
                <w:sz w:val="28"/>
              </w:rPr>
              <w:t xml:space="preserve"> </w:t>
            </w:r>
            <w:r>
              <w:rPr>
                <w:rFonts w:ascii="Century Gothic" w:hAnsi="Century Gothic"/>
                <w:b/>
                <w:color w:val="FFFFFF"/>
                <w:sz w:val="24"/>
                <w:szCs w:val="24"/>
              </w:rPr>
              <w:t>Materials</w:t>
            </w:r>
          </w:p>
        </w:tc>
        <w:tc>
          <w:tcPr>
            <w:tcW w:w="4690" w:type="dxa"/>
            <w:shd w:val="clear" w:color="auto" w:fill="CC0099"/>
          </w:tcPr>
          <w:p w:rsidR="0031372F" w:rsidRPr="00CC5333" w:rsidRDefault="0031372F" w:rsidP="00E9247B">
            <w:pPr>
              <w:spacing w:after="0" w:line="240" w:lineRule="auto"/>
              <w:rPr>
                <w:rFonts w:ascii="Century Gothic" w:hAnsi="Century Gothic"/>
                <w:b/>
                <w:color w:val="FFFFFF"/>
                <w:sz w:val="18"/>
              </w:rPr>
            </w:pPr>
            <w:r w:rsidRPr="002B7393">
              <w:rPr>
                <w:rFonts w:ascii="Century Gothic" w:hAnsi="Century Gothic"/>
                <w:b/>
                <w:noProof/>
                <w:sz w:val="18"/>
              </w:rPr>
              <w:pict>
                <v:shape id="Picture 3" o:spid="_x0000_i1028" type="#_x0000_t75" style="width:32.25pt;height:32.25pt;visibility:visible">
                  <v:imagedata r:id="rId12" o:title=""/>
                </v:shape>
              </w:pict>
            </w:r>
            <w:r w:rsidRPr="00E9247B">
              <w:rPr>
                <w:rFonts w:ascii="Century Gothic" w:hAnsi="Century Gothic"/>
                <w:b/>
                <w:color w:val="FFFFFF"/>
                <w:sz w:val="24"/>
                <w:szCs w:val="24"/>
              </w:rPr>
              <w:t>Key Vocabulary &amp; Terminology</w:t>
            </w:r>
            <w:r>
              <w:rPr>
                <w:rFonts w:ascii="Century Gothic" w:hAnsi="Century Gothic"/>
                <w:b/>
                <w:color w:val="FFFFFF"/>
                <w:sz w:val="28"/>
                <w:szCs w:val="28"/>
              </w:rPr>
              <w:t xml:space="preserve"> </w:t>
            </w:r>
          </w:p>
        </w:tc>
      </w:tr>
      <w:tr w:rsidR="0031372F" w:rsidRPr="00CC5333" w:rsidTr="0039443E">
        <w:tc>
          <w:tcPr>
            <w:tcW w:w="6057" w:type="dxa"/>
            <w:gridSpan w:val="2"/>
          </w:tcPr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4690" w:type="dxa"/>
          </w:tcPr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  <w:tr w:rsidR="0031372F" w:rsidRPr="00CC5333" w:rsidTr="0039443E">
        <w:tc>
          <w:tcPr>
            <w:tcW w:w="10747" w:type="dxa"/>
            <w:gridSpan w:val="3"/>
            <w:shd w:val="clear" w:color="auto" w:fill="CC0099"/>
          </w:tcPr>
          <w:p w:rsidR="0031372F" w:rsidRPr="00CC5333" w:rsidRDefault="0031372F" w:rsidP="00831810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FFFFFF"/>
                <w:sz w:val="18"/>
              </w:rPr>
            </w:pPr>
            <w:r w:rsidRPr="00CC5333">
              <w:rPr>
                <w:rFonts w:ascii="Century Gothic" w:hAnsi="Century Gothic"/>
                <w:b/>
                <w:color w:val="FFFFFF"/>
                <w:sz w:val="28"/>
              </w:rPr>
              <w:t>CONTENT</w:t>
            </w:r>
          </w:p>
        </w:tc>
      </w:tr>
      <w:tr w:rsidR="0031372F" w:rsidRPr="00CC5333" w:rsidTr="00786182">
        <w:tc>
          <w:tcPr>
            <w:tcW w:w="10747" w:type="dxa"/>
            <w:gridSpan w:val="3"/>
            <w:shd w:val="clear" w:color="auto" w:fill="BFBFBF"/>
          </w:tcPr>
          <w:p w:rsidR="0031372F" w:rsidRDefault="0031372F" w:rsidP="00F47426">
            <w:pPr>
              <w:spacing w:after="0" w:line="240" w:lineRule="auto"/>
              <w:rPr>
                <w:rFonts w:ascii="Century Gothic" w:hAnsi="Century Gothic"/>
                <w:b/>
                <w:sz w:val="28"/>
              </w:rPr>
            </w:pPr>
            <w:r w:rsidRPr="002B7393">
              <w:rPr>
                <w:rFonts w:ascii="Century Gothic" w:hAnsi="Century Gothic"/>
                <w:b/>
                <w:noProof/>
                <w:sz w:val="18"/>
              </w:rPr>
              <w:pict>
                <v:shape id="Picture 7" o:spid="_x0000_i1029" type="#_x0000_t75" style="width:36pt;height:36pt;visibility:visible">
                  <v:imagedata r:id="rId13" o:title=""/>
                </v:shape>
              </w:pict>
            </w:r>
            <w:r w:rsidRPr="00CC5333">
              <w:rPr>
                <w:rFonts w:ascii="Century Gothic" w:hAnsi="Century Gothic"/>
                <w:b/>
                <w:sz w:val="18"/>
              </w:rPr>
              <w:t xml:space="preserve">  </w:t>
            </w:r>
            <w:r w:rsidRPr="00CC5333">
              <w:rPr>
                <w:rFonts w:ascii="Century Gothic" w:hAnsi="Century Gothic"/>
                <w:b/>
                <w:sz w:val="28"/>
              </w:rPr>
              <w:t>Activity Instructions</w:t>
            </w:r>
            <w:r>
              <w:rPr>
                <w:rFonts w:ascii="Century Gothic" w:hAnsi="Century Gothic"/>
                <w:b/>
                <w:sz w:val="28"/>
              </w:rPr>
              <w:t xml:space="preserve"> for Children</w:t>
            </w:r>
          </w:p>
          <w:p w:rsidR="0031372F" w:rsidRDefault="0031372F" w:rsidP="00F47426">
            <w:pPr>
              <w:spacing w:after="0" w:line="240" w:lineRule="auto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 xml:space="preserve">                    -Include Rules and Expectations</w:t>
            </w:r>
          </w:p>
          <w:p w:rsidR="0031372F" w:rsidRPr="0039443E" w:rsidRDefault="0031372F" w:rsidP="00F47426">
            <w:pPr>
              <w:spacing w:after="0" w:line="240" w:lineRule="auto"/>
              <w:rPr>
                <w:rFonts w:ascii="Century Gothic" w:hAnsi="Century Gothic"/>
                <w:b/>
                <w:sz w:val="28"/>
              </w:rPr>
            </w:pPr>
            <w:r>
              <w:rPr>
                <w:rFonts w:ascii="Century Gothic" w:hAnsi="Century Gothic"/>
                <w:b/>
                <w:sz w:val="28"/>
              </w:rPr>
              <w:t xml:space="preserve">                    -Include Problems to Anticipate</w:t>
            </w:r>
          </w:p>
          <w:p w:rsidR="0031372F" w:rsidRPr="00CC5333" w:rsidRDefault="0031372F" w:rsidP="00F47426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 </w:t>
            </w:r>
          </w:p>
        </w:tc>
      </w:tr>
      <w:tr w:rsidR="0031372F" w:rsidRPr="00CC5333" w:rsidTr="004C3F6B">
        <w:tc>
          <w:tcPr>
            <w:tcW w:w="10747" w:type="dxa"/>
            <w:gridSpan w:val="3"/>
          </w:tcPr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  <w:tr w:rsidR="0031372F" w:rsidRPr="00CC5333" w:rsidTr="0039443E">
        <w:tc>
          <w:tcPr>
            <w:tcW w:w="10747" w:type="dxa"/>
            <w:gridSpan w:val="3"/>
            <w:shd w:val="clear" w:color="auto" w:fill="CC0099"/>
          </w:tcPr>
          <w:p w:rsidR="0031372F" w:rsidRPr="00CC5333" w:rsidRDefault="0031372F" w:rsidP="00707DC3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 w:rsidRPr="002B7393">
              <w:rPr>
                <w:rFonts w:ascii="Century Gothic" w:hAnsi="Century Gothic"/>
                <w:b/>
                <w:noProof/>
                <w:sz w:val="28"/>
              </w:rPr>
              <w:pict>
                <v:shape id="Picture 10" o:spid="_x0000_i1030" type="#_x0000_t75" style="width:42pt;height:42pt;visibility:visible">
                  <v:imagedata r:id="rId14" o:title=""/>
                </v:shape>
              </w:pict>
            </w:r>
            <w:r w:rsidRPr="00CC5333">
              <w:rPr>
                <w:rFonts w:ascii="Century Gothic" w:hAnsi="Century Gothic"/>
                <w:b/>
                <w:sz w:val="28"/>
              </w:rPr>
              <w:t xml:space="preserve">  </w:t>
            </w:r>
            <w:r w:rsidRPr="00CC5333">
              <w:rPr>
                <w:rFonts w:ascii="Century Gothic" w:hAnsi="Century Gothic"/>
                <w:b/>
                <w:color w:val="FFFFFF"/>
                <w:sz w:val="28"/>
              </w:rPr>
              <w:t xml:space="preserve">SKILLS USED </w:t>
            </w:r>
          </w:p>
        </w:tc>
      </w:tr>
      <w:tr w:rsidR="0031372F" w:rsidRPr="00CC5333" w:rsidTr="0039443E">
        <w:tc>
          <w:tcPr>
            <w:tcW w:w="10747" w:type="dxa"/>
            <w:gridSpan w:val="3"/>
          </w:tcPr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Fine Motor: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Gross Motor: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Cognitive: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>Language:</w:t>
            </w: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9F12FB">
            <w:pPr>
              <w:spacing w:after="0" w:line="480" w:lineRule="auto"/>
              <w:rPr>
                <w:rFonts w:ascii="Century Gothic" w:hAnsi="Century Gothic"/>
                <w:b/>
                <w:sz w:val="18"/>
              </w:rPr>
            </w:pPr>
            <w:r w:rsidRPr="00CC5333">
              <w:rPr>
                <w:rFonts w:ascii="Century Gothic" w:hAnsi="Century Gothic"/>
                <w:b/>
                <w:sz w:val="18"/>
              </w:rPr>
              <w:t xml:space="preserve">Social/ Emotional: </w:t>
            </w: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  <w:tr w:rsidR="0031372F" w:rsidRPr="00CC5333" w:rsidTr="0039443E">
        <w:tc>
          <w:tcPr>
            <w:tcW w:w="3327" w:type="dxa"/>
            <w:shd w:val="clear" w:color="auto" w:fill="CC0099"/>
          </w:tcPr>
          <w:p w:rsidR="0031372F" w:rsidRPr="00CC5333" w:rsidRDefault="0031372F" w:rsidP="00F47426">
            <w:pPr>
              <w:spacing w:after="0" w:line="240" w:lineRule="auto"/>
              <w:rPr>
                <w:rFonts w:ascii="Century Gothic" w:hAnsi="Century Gothic"/>
                <w:b/>
                <w:color w:val="FFFFFF"/>
                <w:sz w:val="18"/>
              </w:rPr>
            </w:pPr>
            <w:r>
              <w:rPr>
                <w:rFonts w:ascii="Century Gothic" w:hAnsi="Century Gothic"/>
                <w:b/>
                <w:color w:val="FFFFFF"/>
                <w:sz w:val="28"/>
              </w:rPr>
              <w:t>Notes/Other Information</w:t>
            </w:r>
          </w:p>
        </w:tc>
        <w:tc>
          <w:tcPr>
            <w:tcW w:w="7420" w:type="dxa"/>
            <w:gridSpan w:val="2"/>
          </w:tcPr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  <w:p w:rsidR="0031372F" w:rsidRPr="00CC5333" w:rsidRDefault="0031372F" w:rsidP="00831810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</w:p>
        </w:tc>
      </w:tr>
    </w:tbl>
    <w:p w:rsidR="0031372F" w:rsidRPr="00CC5333" w:rsidRDefault="0031372F" w:rsidP="00CA17D5">
      <w:pPr>
        <w:spacing w:after="0"/>
        <w:rPr>
          <w:rFonts w:ascii="Century Gothic" w:hAnsi="Century Gothic"/>
          <w:b/>
          <w:sz w:val="18"/>
        </w:rPr>
      </w:pPr>
    </w:p>
    <w:sectPr w:rsidR="0031372F" w:rsidRPr="00CC5333" w:rsidSect="00BF55A5">
      <w:footerReference w:type="default" r:id="rId15"/>
      <w:pgSz w:w="12240" w:h="15840"/>
      <w:pgMar w:top="810" w:right="810" w:bottom="1440" w:left="900" w:header="720" w:footer="5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72F" w:rsidRDefault="0031372F" w:rsidP="00BF5335">
      <w:pPr>
        <w:spacing w:after="0" w:line="240" w:lineRule="auto"/>
      </w:pPr>
      <w:r>
        <w:separator/>
      </w:r>
    </w:p>
  </w:endnote>
  <w:endnote w:type="continuationSeparator" w:id="0">
    <w:p w:rsidR="0031372F" w:rsidRDefault="0031372F" w:rsidP="00BF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0A0"/>
    </w:tblPr>
    <w:tblGrid>
      <w:gridCol w:w="1006"/>
      <w:gridCol w:w="9632"/>
    </w:tblGrid>
    <w:tr w:rsidR="0031372F" w:rsidRPr="00831810">
      <w:tc>
        <w:tcPr>
          <w:tcW w:w="918" w:type="dxa"/>
          <w:tcBorders>
            <w:top w:val="single" w:sz="18" w:space="0" w:color="808080"/>
          </w:tcBorders>
        </w:tcPr>
        <w:p w:rsidR="0031372F" w:rsidRPr="00831810" w:rsidRDefault="0031372F" w:rsidP="00BF5335">
          <w:pPr>
            <w:pStyle w:val="Footer"/>
            <w:rPr>
              <w:b/>
              <w:color w:val="4F81BD"/>
              <w:sz w:val="32"/>
              <w:szCs w:val="32"/>
            </w:rPr>
          </w:pPr>
          <w:r w:rsidRPr="00831810">
            <w:t xml:space="preserve">  </w:t>
          </w:r>
          <w:r w:rsidRPr="00831810">
            <w:rPr>
              <w:rFonts w:ascii="Arial Black" w:hAnsi="Arial Black"/>
              <w:color w:val="CC0099"/>
              <w:sz w:val="24"/>
              <w:szCs w:val="24"/>
            </w:rPr>
            <w:fldChar w:fldCharType="begin"/>
          </w:r>
          <w:r w:rsidRPr="00831810">
            <w:rPr>
              <w:rFonts w:ascii="Arial Black" w:hAnsi="Arial Black"/>
              <w:color w:val="CC0099"/>
              <w:sz w:val="24"/>
              <w:szCs w:val="24"/>
            </w:rPr>
            <w:instrText xml:space="preserve"> PAGE   \* MERGEFORMAT </w:instrText>
          </w:r>
          <w:r w:rsidRPr="00831810">
            <w:rPr>
              <w:rFonts w:ascii="Arial Black" w:hAnsi="Arial Black"/>
              <w:color w:val="CC0099"/>
              <w:sz w:val="24"/>
              <w:szCs w:val="24"/>
            </w:rPr>
            <w:fldChar w:fldCharType="separate"/>
          </w:r>
          <w:r w:rsidRPr="00FE0B41">
            <w:rPr>
              <w:rFonts w:ascii="Arial Black" w:hAnsi="Arial Black"/>
              <w:b/>
              <w:noProof/>
              <w:color w:val="CC0099"/>
              <w:sz w:val="24"/>
              <w:szCs w:val="24"/>
            </w:rPr>
            <w:t>1</w:t>
          </w:r>
          <w:r w:rsidRPr="00831810">
            <w:rPr>
              <w:rFonts w:ascii="Arial Black" w:hAnsi="Arial Black"/>
              <w:color w:val="CC0099"/>
              <w:sz w:val="24"/>
              <w:szCs w:val="24"/>
            </w:rPr>
            <w:fldChar w:fldCharType="end"/>
          </w:r>
        </w:p>
      </w:tc>
      <w:tc>
        <w:tcPr>
          <w:tcW w:w="7938" w:type="dxa"/>
          <w:tcBorders>
            <w:top w:val="single" w:sz="18" w:space="0" w:color="808080"/>
          </w:tcBorders>
        </w:tcPr>
        <w:p w:rsidR="0031372F" w:rsidRPr="00831810" w:rsidRDefault="0031372F">
          <w:pPr>
            <w:pStyle w:val="Footer"/>
            <w:rPr>
              <w:rFonts w:ascii="Verdana" w:hAnsi="Verdana"/>
              <w:color w:val="CC0099"/>
            </w:rPr>
          </w:pPr>
          <w:r>
            <w:rPr>
              <w:rFonts w:ascii="Verdana" w:hAnsi="Verdana"/>
              <w:b/>
              <w:color w:val="CC0099"/>
            </w:rPr>
            <w:t>Early Childhood Performance Based Assessment</w:t>
          </w:r>
          <w:r w:rsidRPr="00831810">
            <w:rPr>
              <w:rFonts w:ascii="Verdana" w:hAnsi="Verdana"/>
              <w:b/>
              <w:color w:val="CC0099"/>
            </w:rPr>
            <w:t>:</w:t>
          </w:r>
          <w:r w:rsidRPr="00831810">
            <w:rPr>
              <w:rFonts w:ascii="Verdana" w:hAnsi="Verdana"/>
              <w:color w:val="CC0099"/>
            </w:rPr>
            <w:t xml:space="preserve"> LESSON PLAN</w:t>
          </w:r>
        </w:p>
      </w:tc>
    </w:tr>
  </w:tbl>
  <w:p w:rsidR="0031372F" w:rsidRDefault="003137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72F" w:rsidRDefault="0031372F" w:rsidP="00BF5335">
      <w:pPr>
        <w:spacing w:after="0" w:line="240" w:lineRule="auto"/>
      </w:pPr>
      <w:r>
        <w:separator/>
      </w:r>
    </w:p>
  </w:footnote>
  <w:footnote w:type="continuationSeparator" w:id="0">
    <w:p w:rsidR="0031372F" w:rsidRDefault="0031372F" w:rsidP="00BF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A34B1"/>
    <w:multiLevelType w:val="hybridMultilevel"/>
    <w:tmpl w:val="BF0CDF16"/>
    <w:lvl w:ilvl="0" w:tplc="23B8ABEA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11F9201A"/>
    <w:multiLevelType w:val="hybridMultilevel"/>
    <w:tmpl w:val="F14801AC"/>
    <w:lvl w:ilvl="0" w:tplc="775EC854">
      <w:start w:val="1"/>
      <w:numFmt w:val="upperLetter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>
    <w:nsid w:val="1BA946DA"/>
    <w:multiLevelType w:val="hybridMultilevel"/>
    <w:tmpl w:val="CB842788"/>
    <w:lvl w:ilvl="0" w:tplc="11F43C46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69D9"/>
    <w:multiLevelType w:val="hybridMultilevel"/>
    <w:tmpl w:val="7AF461B2"/>
    <w:lvl w:ilvl="0" w:tplc="25F225EE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3C1A6E26"/>
    <w:multiLevelType w:val="hybridMultilevel"/>
    <w:tmpl w:val="73D87E60"/>
    <w:lvl w:ilvl="0" w:tplc="78E0887C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5A8B3F85"/>
    <w:multiLevelType w:val="hybridMultilevel"/>
    <w:tmpl w:val="88BE777C"/>
    <w:lvl w:ilvl="0" w:tplc="CB8EA932">
      <w:start w:val="1"/>
      <w:numFmt w:val="upperLetter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426"/>
    <w:rsid w:val="000038F9"/>
    <w:rsid w:val="00057576"/>
    <w:rsid w:val="00077511"/>
    <w:rsid w:val="00082C7F"/>
    <w:rsid w:val="0010057A"/>
    <w:rsid w:val="001405D3"/>
    <w:rsid w:val="001667CA"/>
    <w:rsid w:val="001B7A51"/>
    <w:rsid w:val="00242309"/>
    <w:rsid w:val="002B7393"/>
    <w:rsid w:val="002B7F7A"/>
    <w:rsid w:val="002D5CE1"/>
    <w:rsid w:val="002E6374"/>
    <w:rsid w:val="0031372F"/>
    <w:rsid w:val="0034054F"/>
    <w:rsid w:val="00352A97"/>
    <w:rsid w:val="00353E17"/>
    <w:rsid w:val="00372079"/>
    <w:rsid w:val="0038189C"/>
    <w:rsid w:val="0039443E"/>
    <w:rsid w:val="00421DA2"/>
    <w:rsid w:val="004B3F50"/>
    <w:rsid w:val="004C3B29"/>
    <w:rsid w:val="004C3F6B"/>
    <w:rsid w:val="004C587E"/>
    <w:rsid w:val="004D7EB5"/>
    <w:rsid w:val="00537DBB"/>
    <w:rsid w:val="005C21E8"/>
    <w:rsid w:val="0060185A"/>
    <w:rsid w:val="00610CBC"/>
    <w:rsid w:val="0064619C"/>
    <w:rsid w:val="00666AB7"/>
    <w:rsid w:val="006954BC"/>
    <w:rsid w:val="006A268A"/>
    <w:rsid w:val="00707DC3"/>
    <w:rsid w:val="00721426"/>
    <w:rsid w:val="007278F3"/>
    <w:rsid w:val="007470A7"/>
    <w:rsid w:val="00752C4A"/>
    <w:rsid w:val="00786182"/>
    <w:rsid w:val="00793BFE"/>
    <w:rsid w:val="007D7CC8"/>
    <w:rsid w:val="008012EA"/>
    <w:rsid w:val="00831810"/>
    <w:rsid w:val="00847D33"/>
    <w:rsid w:val="00872374"/>
    <w:rsid w:val="008851BC"/>
    <w:rsid w:val="0088579E"/>
    <w:rsid w:val="008B4E79"/>
    <w:rsid w:val="009344E6"/>
    <w:rsid w:val="00977E86"/>
    <w:rsid w:val="009967DB"/>
    <w:rsid w:val="009D7A15"/>
    <w:rsid w:val="009E16EE"/>
    <w:rsid w:val="009F12FB"/>
    <w:rsid w:val="00A22BBE"/>
    <w:rsid w:val="00A51A0D"/>
    <w:rsid w:val="00A94140"/>
    <w:rsid w:val="00BA78F5"/>
    <w:rsid w:val="00BF425B"/>
    <w:rsid w:val="00BF5335"/>
    <w:rsid w:val="00BF55A5"/>
    <w:rsid w:val="00C16F0A"/>
    <w:rsid w:val="00C416AE"/>
    <w:rsid w:val="00C7734B"/>
    <w:rsid w:val="00C866FE"/>
    <w:rsid w:val="00C976D1"/>
    <w:rsid w:val="00CA17D5"/>
    <w:rsid w:val="00CC5333"/>
    <w:rsid w:val="00CC5A16"/>
    <w:rsid w:val="00CD4A9D"/>
    <w:rsid w:val="00D22011"/>
    <w:rsid w:val="00D576A3"/>
    <w:rsid w:val="00D669A3"/>
    <w:rsid w:val="00D90864"/>
    <w:rsid w:val="00DE1E80"/>
    <w:rsid w:val="00DF0F22"/>
    <w:rsid w:val="00E81942"/>
    <w:rsid w:val="00E82596"/>
    <w:rsid w:val="00E8739A"/>
    <w:rsid w:val="00E90CA6"/>
    <w:rsid w:val="00E9247B"/>
    <w:rsid w:val="00F05064"/>
    <w:rsid w:val="00F434F9"/>
    <w:rsid w:val="00F47426"/>
    <w:rsid w:val="00FC6515"/>
    <w:rsid w:val="00FE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BB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47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575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7576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05757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F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533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F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533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eschool\high%20school%20students\lesson%20plan%20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plan 2010.dot</Template>
  <TotalTime>0</TotalTime>
  <Pages>2</Pages>
  <Words>161</Words>
  <Characters>922</Characters>
  <Application>Microsoft Office Outlook</Application>
  <DocSecurity>0</DocSecurity>
  <Lines>0</Lines>
  <Paragraphs>0</Paragraphs>
  <ScaleCrop>false</ScaleCrop>
  <Company>Pima County JTED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Early Childhood Education </dc:title>
  <dc:subject/>
  <dc:creator>Lauren Moraga</dc:creator>
  <cp:keywords/>
  <dc:description/>
  <cp:lastModifiedBy>angarcia</cp:lastModifiedBy>
  <cp:revision>2</cp:revision>
  <cp:lastPrinted>2012-01-09T19:29:00Z</cp:lastPrinted>
  <dcterms:created xsi:type="dcterms:W3CDTF">2012-04-23T19:25:00Z</dcterms:created>
  <dcterms:modified xsi:type="dcterms:W3CDTF">2012-04-23T19:25:00Z</dcterms:modified>
</cp:coreProperties>
</file>